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76264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7626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7626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7626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6E3873" w:rsidRPr="006E3873">
      <w:rPr>
        <w:szCs w:val="24"/>
      </w:rPr>
      <w:t>10022</w:t>
    </w:r>
    <w:r w:rsidR="00476264">
      <w:rPr>
        <w:szCs w:val="24"/>
      </w:rPr>
      <w:t>407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5B2D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76264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387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911C5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6A440D8D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C0C14-2074-4E22-BAFC-FD7E687E5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9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17</cp:revision>
  <cp:lastPrinted>2017-10-31T13:48:00Z</cp:lastPrinted>
  <dcterms:created xsi:type="dcterms:W3CDTF">2020-11-06T15:46:00Z</dcterms:created>
  <dcterms:modified xsi:type="dcterms:W3CDTF">2021-12-17T14:27:00Z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